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8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608"/>
        <w:gridCol w:w="5400"/>
      </w:tblGrid>
      <w:tr w:rsidR="00964F42" w:rsidRPr="00F05E24">
        <w:tc>
          <w:tcPr>
            <w:tcW w:w="4608" w:type="dxa"/>
            <w:tcBorders>
              <w:top w:val="single" w:sz="4" w:space="0" w:color="FFFFFF"/>
              <w:bottom w:val="single" w:sz="4" w:space="0" w:color="FFFFFF"/>
              <w:right w:val="nil"/>
            </w:tcBorders>
          </w:tcPr>
          <w:p w:rsidR="00964F42" w:rsidRPr="00F05E24" w:rsidRDefault="00964F42" w:rsidP="00EF2A0F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964F42" w:rsidRPr="00F05E24" w:rsidRDefault="00964F42" w:rsidP="007C22B1">
            <w:pPr>
              <w:pStyle w:val="ConsNonformat"/>
              <w:widowControl/>
              <w:suppressAutoHyphens/>
              <w:ind w:left="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E2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964F42" w:rsidRPr="00376533" w:rsidRDefault="00964F42" w:rsidP="007C22B1">
            <w:pPr>
              <w:pStyle w:val="ConsNonformat"/>
              <w:widowControl/>
              <w:suppressAutoHyphens/>
              <w:ind w:left="7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5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решению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VIII</w:t>
            </w:r>
            <w:r w:rsidRPr="003765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сессии Совета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Запорожского сельского поселения Темрюкского района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III</w:t>
            </w:r>
            <w:r w:rsidRPr="003765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созыва</w:t>
            </w:r>
          </w:p>
          <w:p w:rsidR="00964F42" w:rsidRPr="00376533" w:rsidRDefault="00964F42" w:rsidP="007C22B1">
            <w:pPr>
              <w:pStyle w:val="ConsNonformat"/>
              <w:widowControl/>
              <w:suppressAutoHyphens/>
              <w:ind w:left="7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5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2015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года  № 36</w:t>
            </w:r>
          </w:p>
          <w:p w:rsidR="00964F42" w:rsidRPr="00F05E24" w:rsidRDefault="00964F42" w:rsidP="00EF2A0F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4F42" w:rsidRDefault="00964F42" w:rsidP="00085D4D"/>
    <w:p w:rsidR="00964F42" w:rsidRPr="00085D4D" w:rsidRDefault="00964F42" w:rsidP="00085D4D"/>
    <w:p w:rsidR="00964F42" w:rsidRDefault="00964F42" w:rsidP="00044B0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5896">
        <w:rPr>
          <w:rFonts w:ascii="Times New Roman" w:hAnsi="Times New Roman" w:cs="Times New Roman"/>
          <w:b/>
          <w:bCs/>
          <w:sz w:val="32"/>
          <w:szCs w:val="32"/>
        </w:rPr>
        <w:t>ПОЛОЖЕНИЕ</w:t>
      </w:r>
      <w:r w:rsidRPr="00242CB7">
        <w:br/>
      </w:r>
      <w:r w:rsidRPr="00044B05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представления гражданами, претендующими на замещение </w:t>
      </w:r>
    </w:p>
    <w:p w:rsidR="00964F42" w:rsidRPr="00895896" w:rsidRDefault="00964F42" w:rsidP="007C22B1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4B05">
        <w:rPr>
          <w:rFonts w:ascii="Times New Roman" w:hAnsi="Times New Roman" w:cs="Times New Roman"/>
          <w:b/>
          <w:bCs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044B05">
        <w:rPr>
          <w:rFonts w:ascii="Times New Roman" w:hAnsi="Times New Roman" w:cs="Times New Roman"/>
          <w:b/>
          <w:bCs/>
          <w:sz w:val="28"/>
          <w:szCs w:val="28"/>
        </w:rPr>
        <w:t xml:space="preserve"> должностей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Запорожского сельского поселения Темрюкского района</w:t>
      </w:r>
      <w:r w:rsidRPr="00044B05">
        <w:rPr>
          <w:rFonts w:ascii="Times New Roman" w:hAnsi="Times New Roman" w:cs="Times New Roman"/>
          <w:b/>
          <w:bCs/>
          <w:sz w:val="28"/>
          <w:szCs w:val="28"/>
        </w:rPr>
        <w:t xml:space="preserve"> сведений о своих доходах,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4B05">
        <w:rPr>
          <w:rFonts w:ascii="Times New Roman" w:hAnsi="Times New Roman" w:cs="Times New Roman"/>
          <w:b/>
          <w:bCs/>
          <w:sz w:val="28"/>
          <w:szCs w:val="28"/>
        </w:rPr>
        <w:t xml:space="preserve">об имуществе и обязательствах имущественного характера и  лицом, замещающим муниципальную должность сведений о своих доходах, расходах, об имуществе и обязательствах имущественного характера, а также о порядке размещения этих сведений на официальном сайте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Запорожского сельского поселения Темрюкского района</w:t>
      </w:r>
      <w:r w:rsidRPr="00044B05">
        <w:rPr>
          <w:rFonts w:ascii="Times New Roman" w:hAnsi="Times New Roman" w:cs="Times New Roman"/>
          <w:b/>
          <w:bCs/>
          <w:sz w:val="28"/>
          <w:szCs w:val="28"/>
        </w:rPr>
        <w:t>, представления этих сведений в для опубликования средствам массовой информации</w:t>
      </w:r>
    </w:p>
    <w:p w:rsidR="00964F42" w:rsidRPr="00895896" w:rsidRDefault="00964F42" w:rsidP="00895896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4F42" w:rsidRPr="00B05421" w:rsidRDefault="00964F42" w:rsidP="00B05421">
      <w:pPr>
        <w:pStyle w:val="ListParagraph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05421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964F42" w:rsidRPr="00942378" w:rsidRDefault="00964F42" w:rsidP="0094237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64F42" w:rsidRPr="007B0BE1" w:rsidRDefault="00964F42" w:rsidP="007B0BE1">
      <w:pPr>
        <w:pStyle w:val="ListParagraph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942378">
        <w:rPr>
          <w:rFonts w:ascii="Times New Roman" w:hAnsi="Times New Roman" w:cs="Times New Roman"/>
          <w:sz w:val="28"/>
          <w:szCs w:val="28"/>
        </w:rPr>
        <w:t>1.1. 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378">
        <w:rPr>
          <w:rFonts w:ascii="Times New Roman" w:hAnsi="Times New Roman" w:cs="Times New Roman"/>
          <w:sz w:val="28"/>
          <w:szCs w:val="28"/>
        </w:rPr>
        <w:t xml:space="preserve"> Положение разработано в соответствии  со статьей 8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378">
        <w:rPr>
          <w:rFonts w:ascii="Times New Roman" w:hAnsi="Times New Roman" w:cs="Times New Roman"/>
          <w:sz w:val="28"/>
          <w:szCs w:val="28"/>
        </w:rPr>
        <w:t xml:space="preserve">закона от </w:t>
      </w:r>
      <w:r>
        <w:rPr>
          <w:rFonts w:ascii="Times New Roman" w:hAnsi="Times New Roman" w:cs="Times New Roman"/>
          <w:sz w:val="28"/>
          <w:szCs w:val="28"/>
        </w:rPr>
        <w:t xml:space="preserve">25 декабря 2008 года </w:t>
      </w:r>
      <w:r w:rsidRPr="00942378">
        <w:rPr>
          <w:rFonts w:ascii="Times New Roman" w:hAnsi="Times New Roman" w:cs="Times New Roman"/>
          <w:sz w:val="28"/>
          <w:szCs w:val="28"/>
        </w:rPr>
        <w:t xml:space="preserve"> № 273-ФЗ «О противодействии коррупции», </w:t>
      </w:r>
      <w:r>
        <w:rPr>
          <w:rFonts w:ascii="Times New Roman" w:hAnsi="Times New Roman" w:cs="Times New Roman"/>
          <w:sz w:val="28"/>
          <w:szCs w:val="28"/>
        </w:rPr>
        <w:t>Федеральным  законом от 3 декабря 2012 года №</w:t>
      </w:r>
      <w:r w:rsidRPr="00213E9C">
        <w:rPr>
          <w:rFonts w:ascii="Times New Roman" w:hAnsi="Times New Roman" w:cs="Times New Roman"/>
          <w:sz w:val="28"/>
          <w:szCs w:val="28"/>
        </w:rPr>
        <w:t xml:space="preserve"> 230-ФЗ "О контроле за соответствием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3E9C">
        <w:rPr>
          <w:rFonts w:ascii="Times New Roman" w:hAnsi="Times New Roman" w:cs="Times New Roman"/>
          <w:sz w:val="28"/>
          <w:szCs w:val="28"/>
        </w:rPr>
        <w:t xml:space="preserve"> расходов лиц, замещающих государственные должности, и иных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13E9C">
        <w:rPr>
          <w:rFonts w:ascii="Times New Roman" w:hAnsi="Times New Roman" w:cs="Times New Roman"/>
          <w:sz w:val="28"/>
          <w:szCs w:val="28"/>
        </w:rPr>
        <w:t xml:space="preserve">лиц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3E9C">
        <w:rPr>
          <w:rFonts w:ascii="Times New Roman" w:hAnsi="Times New Roman" w:cs="Times New Roman"/>
          <w:sz w:val="28"/>
          <w:szCs w:val="28"/>
        </w:rPr>
        <w:t>их доходам",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378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18 мая 2009 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942378">
        <w:rPr>
          <w:rFonts w:ascii="Times New Roman" w:hAnsi="Times New Roman" w:cs="Times New Roman"/>
          <w:sz w:val="28"/>
          <w:szCs w:val="28"/>
        </w:rPr>
        <w:t xml:space="preserve"> № 558 «О представлении гражданами, претендующими на замещение государственных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42378">
        <w:rPr>
          <w:rFonts w:ascii="Times New Roman" w:hAnsi="Times New Roman" w:cs="Times New Roman"/>
          <w:sz w:val="28"/>
          <w:szCs w:val="28"/>
        </w:rPr>
        <w:t xml:space="preserve">должностей Российской Федерации, и лицами, замещающими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378">
        <w:rPr>
          <w:rFonts w:ascii="Times New Roman" w:hAnsi="Times New Roman" w:cs="Times New Roman"/>
          <w:sz w:val="28"/>
          <w:szCs w:val="28"/>
        </w:rPr>
        <w:t xml:space="preserve">государственные должности Российской Федерации, сведений о доходах, об имуществе и обязательствах имущественного характера»,  </w:t>
      </w:r>
      <w:r w:rsidRPr="00387180">
        <w:rPr>
          <w:rFonts w:ascii="Times New Roman" w:hAnsi="Times New Roman" w:cs="Times New Roman"/>
          <w:sz w:val="28"/>
          <w:szCs w:val="28"/>
        </w:rPr>
        <w:t>Указом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378">
        <w:rPr>
          <w:rFonts w:ascii="Times New Roman" w:hAnsi="Times New Roman" w:cs="Times New Roman"/>
          <w:sz w:val="28"/>
          <w:szCs w:val="28"/>
        </w:rPr>
        <w:t xml:space="preserve">Президента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42378">
        <w:rPr>
          <w:rFonts w:ascii="Times New Roman" w:hAnsi="Times New Roman" w:cs="Times New Roman"/>
          <w:sz w:val="28"/>
          <w:szCs w:val="28"/>
        </w:rPr>
        <w:t>Российской Федерации от 18 мая 2009 г</w:t>
      </w:r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Pr="00942378">
        <w:rPr>
          <w:rFonts w:ascii="Times New Roman" w:hAnsi="Times New Roman" w:cs="Times New Roman"/>
          <w:sz w:val="28"/>
          <w:szCs w:val="28"/>
        </w:rPr>
        <w:t xml:space="preserve"> № 561 «Об утверждении порядка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42378">
        <w:rPr>
          <w:rFonts w:ascii="Times New Roman" w:hAnsi="Times New Roman" w:cs="Times New Roman"/>
          <w:sz w:val="28"/>
          <w:szCs w:val="28"/>
        </w:rPr>
        <w:t>размещения сведений о доходах, об имуществе и обязательствах имущественного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378">
        <w:rPr>
          <w:rFonts w:ascii="Times New Roman" w:hAnsi="Times New Roman" w:cs="Times New Roman"/>
          <w:sz w:val="28"/>
          <w:szCs w:val="28"/>
        </w:rPr>
        <w:t xml:space="preserve"> характера лиц, замещающих государственные должности Российской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42378">
        <w:rPr>
          <w:rFonts w:ascii="Times New Roman" w:hAnsi="Times New Roman" w:cs="Times New Roman"/>
          <w:sz w:val="28"/>
          <w:szCs w:val="28"/>
        </w:rPr>
        <w:t xml:space="preserve"> Федерации, федеральных государственных служащих и членов их семей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42378">
        <w:rPr>
          <w:rFonts w:ascii="Times New Roman" w:hAnsi="Times New Roman" w:cs="Times New Roman"/>
          <w:sz w:val="28"/>
          <w:szCs w:val="28"/>
        </w:rPr>
        <w:t>на официальных сайтах федеральных государственных органов и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378">
        <w:rPr>
          <w:rFonts w:ascii="Times New Roman" w:hAnsi="Times New Roman" w:cs="Times New Roman"/>
          <w:sz w:val="28"/>
          <w:szCs w:val="28"/>
        </w:rPr>
        <w:t xml:space="preserve"> органов субъектов Российской Федерации и предоставления этих сведений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378">
        <w:rPr>
          <w:rFonts w:ascii="Times New Roman" w:hAnsi="Times New Roman" w:cs="Times New Roman"/>
          <w:sz w:val="28"/>
          <w:szCs w:val="28"/>
        </w:rPr>
        <w:t xml:space="preserve">общероссийским средствам массовой информации для опубликования»,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35517">
        <w:rPr>
          <w:rFonts w:ascii="Times New Roman" w:hAnsi="Times New Roman" w:cs="Times New Roman"/>
          <w:color w:val="000000"/>
          <w:sz w:val="28"/>
          <w:szCs w:val="28"/>
        </w:rPr>
        <w:t>Указом Президента Российской Федерации от 23 июня 2014 года № 460 «Об утверждении формы справки о доходах, расходах, об имуществе и обязательствах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35517"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имущественного характера и внесении изменений в некоторые акты Президента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35517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hyperlink r:id="rId7" w:history="1">
        <w:r w:rsidRPr="00942378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постановлени</w:t>
        </w:r>
        <w:r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е</w:t>
        </w:r>
        <w:r w:rsidRPr="00942378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м Законодательного Собрания</w:t>
        </w:r>
        <w:r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   </w:t>
        </w:r>
        <w:r w:rsidRPr="00942378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Краснодарского </w:t>
        </w:r>
        <w:r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края </w:t>
        </w:r>
        <w:r w:rsidRPr="00942378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от 15 июля 2009 года № 1504-П «О представлении </w:t>
        </w:r>
        <w:r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  </w:t>
        </w:r>
        <w:r w:rsidRPr="00942378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гражданами </w:t>
        </w:r>
        <w:r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 </w:t>
        </w:r>
        <w:r w:rsidRPr="00942378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Российской Федерации, претендующими на замещение государственных</w:t>
        </w:r>
        <w:r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  </w:t>
        </w:r>
        <w:r w:rsidRPr="00942378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 должностей Краснодарского края, и лицами, замещающими государственные должности Краснодарского края, сведений о доходах, об имуществе и обязательствах имущественного характера</w:t>
        </w:r>
      </w:hyperlink>
      <w:r w:rsidRPr="0094237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378">
        <w:rPr>
          <w:rFonts w:ascii="Times New Roman" w:hAnsi="Times New Roman" w:cs="Times New Roman"/>
          <w:sz w:val="28"/>
          <w:szCs w:val="28"/>
        </w:rPr>
        <w:t xml:space="preserve">и Уставом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района.</w:t>
      </w:r>
    </w:p>
    <w:p w:rsidR="00964F42" w:rsidRDefault="00964F42" w:rsidP="00942378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006"/>
      <w:r w:rsidRPr="0094237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42378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942378">
        <w:rPr>
          <w:rFonts w:ascii="Times New Roman" w:hAnsi="Times New Roman" w:cs="Times New Roman"/>
          <w:sz w:val="28"/>
          <w:szCs w:val="28"/>
        </w:rPr>
        <w:t xml:space="preserve"> Положение определяет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423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F42" w:rsidRDefault="00964F42" w:rsidP="00EF2A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Порядок  </w:t>
      </w:r>
      <w:r w:rsidRPr="00026585">
        <w:rPr>
          <w:rFonts w:ascii="Times New Roman" w:hAnsi="Times New Roman" w:cs="Times New Roman"/>
          <w:sz w:val="28"/>
          <w:szCs w:val="28"/>
        </w:rPr>
        <w:t>представления гражданами, претендующими на за</w:t>
      </w:r>
      <w:r>
        <w:rPr>
          <w:rFonts w:ascii="Times New Roman" w:hAnsi="Times New Roman" w:cs="Times New Roman"/>
          <w:sz w:val="28"/>
          <w:szCs w:val="28"/>
        </w:rPr>
        <w:t xml:space="preserve">мещение  </w:t>
      </w:r>
      <w:r w:rsidRPr="00026585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6585">
        <w:rPr>
          <w:rFonts w:ascii="Times New Roman" w:hAnsi="Times New Roman" w:cs="Times New Roman"/>
          <w:sz w:val="28"/>
          <w:szCs w:val="28"/>
        </w:rPr>
        <w:t xml:space="preserve">должностей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 на постоянной основе и</w:t>
      </w:r>
      <w:r w:rsidRPr="0002658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лицом, замещающим муниципальную  должность  в Запорожском  сельском  поселении Темрюкского района  на  постоянной основе (далее – муниципальная должность) </w:t>
      </w:r>
      <w:r w:rsidRPr="00026585">
        <w:rPr>
          <w:rFonts w:ascii="Times New Roman" w:hAnsi="Times New Roman" w:cs="Times New Roman"/>
          <w:sz w:val="28"/>
          <w:szCs w:val="28"/>
        </w:rPr>
        <w:t xml:space="preserve">сведений о своих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26585">
        <w:rPr>
          <w:rFonts w:ascii="Times New Roman" w:hAnsi="Times New Roman" w:cs="Times New Roman"/>
          <w:sz w:val="28"/>
          <w:szCs w:val="28"/>
        </w:rPr>
        <w:t>доходах</w:t>
      </w:r>
      <w:r w:rsidRPr="00213E9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13E9C">
        <w:rPr>
          <w:rFonts w:ascii="Times New Roman" w:hAnsi="Times New Roman" w:cs="Times New Roman"/>
          <w:color w:val="000000"/>
          <w:sz w:val="28"/>
          <w:szCs w:val="28"/>
        </w:rPr>
        <w:t xml:space="preserve">об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13E9C">
        <w:rPr>
          <w:rFonts w:ascii="Times New Roman" w:hAnsi="Times New Roman" w:cs="Times New Roman"/>
          <w:color w:val="000000"/>
          <w:sz w:val="28"/>
          <w:szCs w:val="28"/>
        </w:rPr>
        <w:t>имуществе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13E9C">
        <w:rPr>
          <w:rFonts w:ascii="Times New Roman" w:hAnsi="Times New Roman" w:cs="Times New Roman"/>
          <w:color w:val="000000"/>
          <w:sz w:val="28"/>
          <w:szCs w:val="28"/>
        </w:rPr>
        <w:t xml:space="preserve"> и обязательствах имущественного характера, а также сведений о доходах,</w:t>
      </w:r>
      <w:r w:rsidRPr="00C654AF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6585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своих супруги (супруга) и несовершеннолетних детей.</w:t>
      </w:r>
    </w:p>
    <w:p w:rsidR="00964F42" w:rsidRDefault="00964F42" w:rsidP="00044B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Порядок представления лицом, замещающим муниципальную должность сведений о своих расходах, а также о расходах своих супруги (супруга) и несовершеннолетних детей.</w:t>
      </w:r>
    </w:p>
    <w:p w:rsidR="00964F42" w:rsidRDefault="00964F42" w:rsidP="00EF2A0F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1.2.3. Порядок  размещения сведений о доходах, расходах, </w:t>
      </w:r>
      <w:r w:rsidRPr="00026585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Запорожского сельского поселения Темрюкского района.</w:t>
      </w:r>
    </w:p>
    <w:p w:rsidR="00964F42" w:rsidRDefault="00964F42" w:rsidP="00942378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964F42" w:rsidRPr="00634C73" w:rsidRDefault="00964F42" w:rsidP="00634C73">
      <w:pPr>
        <w:pStyle w:val="ListParagraph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34C73">
        <w:rPr>
          <w:rFonts w:ascii="Times New Roman" w:hAnsi="Times New Roman" w:cs="Times New Roman"/>
          <w:sz w:val="28"/>
          <w:szCs w:val="28"/>
        </w:rPr>
        <w:t>Порядок представления сведений о доходах, расходах,</w:t>
      </w:r>
    </w:p>
    <w:p w:rsidR="00964F42" w:rsidRPr="00634C73" w:rsidRDefault="00964F42" w:rsidP="00634C73">
      <w:pPr>
        <w:jc w:val="center"/>
        <w:rPr>
          <w:rFonts w:ascii="Times New Roman" w:hAnsi="Times New Roman" w:cs="Times New Roman"/>
          <w:sz w:val="28"/>
          <w:szCs w:val="28"/>
        </w:rPr>
      </w:pPr>
      <w:r w:rsidRPr="00634C73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</w:p>
    <w:p w:rsidR="00964F42" w:rsidRPr="00673BCD" w:rsidRDefault="00964F42" w:rsidP="00044B05">
      <w:pPr>
        <w:pStyle w:val="ListParagraph"/>
        <w:ind w:left="1353"/>
        <w:rPr>
          <w:rFonts w:ascii="Times New Roman" w:hAnsi="Times New Roman" w:cs="Times New Roman"/>
          <w:sz w:val="28"/>
          <w:szCs w:val="28"/>
        </w:rPr>
      </w:pPr>
    </w:p>
    <w:p w:rsidR="00964F42" w:rsidRPr="00890E99" w:rsidRDefault="00964F42" w:rsidP="001830F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"/>
      <w:bookmarkEnd w:id="0"/>
      <w:r w:rsidRPr="00890E9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890E99">
        <w:rPr>
          <w:rFonts w:ascii="Times New Roman" w:hAnsi="Times New Roman" w:cs="Times New Roman"/>
          <w:sz w:val="28"/>
          <w:szCs w:val="28"/>
        </w:rPr>
        <w:t xml:space="preserve"> Сведения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Положением обязаны представлять:</w:t>
      </w:r>
    </w:p>
    <w:p w:rsidR="00964F42" w:rsidRPr="00F3792F" w:rsidRDefault="00964F42" w:rsidP="00487B0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F3792F">
        <w:rPr>
          <w:rFonts w:ascii="Times New Roman" w:hAnsi="Times New Roman" w:cs="Times New Roman"/>
          <w:sz w:val="28"/>
          <w:szCs w:val="28"/>
        </w:rPr>
        <w:t xml:space="preserve">2.1.1 граждане,  претендующие на замещение муниципальных должностей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F3792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(за исключением муниципальной должности  главы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F3792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района);</w:t>
      </w:r>
    </w:p>
    <w:p w:rsidR="00964F42" w:rsidRPr="00890E99" w:rsidRDefault="00964F42" w:rsidP="00F3792F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лица, замещающие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района  </w:t>
      </w:r>
      <w:r w:rsidRPr="00890E99">
        <w:rPr>
          <w:rFonts w:ascii="Times New Roman" w:hAnsi="Times New Roman" w:cs="Times New Roman"/>
          <w:sz w:val="28"/>
          <w:szCs w:val="28"/>
        </w:rPr>
        <w:t xml:space="preserve">(далее - муниципальная должность): </w:t>
      </w:r>
    </w:p>
    <w:p w:rsidR="00964F42" w:rsidRDefault="00964F42" w:rsidP="004D154B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2.1.2.1  г</w:t>
      </w:r>
      <w:r w:rsidRPr="00890E99">
        <w:rPr>
          <w:rFonts w:ascii="Times New Roman" w:hAnsi="Times New Roman" w:cs="Times New Roman"/>
          <w:sz w:val="28"/>
          <w:szCs w:val="28"/>
        </w:rPr>
        <w:t>лава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сельского поселения Темрюкского района;</w:t>
      </w:r>
    </w:p>
    <w:p w:rsidR="00964F42" w:rsidRDefault="00964F42" w:rsidP="00F3792F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</w:t>
      </w:r>
      <w:r w:rsidRPr="003A4D57">
        <w:t xml:space="preserve"> </w:t>
      </w:r>
      <w:r w:rsidRPr="003A4D57">
        <w:rPr>
          <w:rFonts w:ascii="Times New Roman" w:hAnsi="Times New Roman" w:cs="Times New Roman"/>
          <w:sz w:val="28"/>
          <w:szCs w:val="28"/>
        </w:rPr>
        <w:t xml:space="preserve"> утвержденной Президентом Российской Федерации форме справки.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F42" w:rsidRDefault="00964F42" w:rsidP="00044B05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D40790">
        <w:rPr>
          <w:rFonts w:ascii="Times New Roman" w:hAnsi="Times New Roman" w:cs="Times New Roman"/>
          <w:sz w:val="28"/>
          <w:szCs w:val="28"/>
        </w:rPr>
        <w:t>2.1.</w:t>
      </w:r>
      <w:r w:rsidRPr="00D4079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D40790">
        <w:rPr>
          <w:rFonts w:ascii="Times New Roman" w:hAnsi="Times New Roman" w:cs="Times New Roman"/>
          <w:sz w:val="28"/>
          <w:szCs w:val="28"/>
        </w:rPr>
        <w:t xml:space="preserve"> Лицо, замещающее муниципальную должность на постоянной основе обязано представлять сведения о своих расходах, а также о расходах своих супруги (супруга) и несовершеннолетних детей по к</w:t>
      </w:r>
      <w:r>
        <w:rPr>
          <w:rFonts w:ascii="Times New Roman" w:hAnsi="Times New Roman" w:cs="Times New Roman"/>
          <w:sz w:val="28"/>
          <w:szCs w:val="28"/>
        </w:rPr>
        <w:t xml:space="preserve">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 общий доход данного лица и его супруги (супруга) за три последних года, предшествующих  совершению сделки, и об источниках получения средств, за счет которых совершена сделка </w:t>
      </w:r>
      <w:r w:rsidRPr="007429D4">
        <w:rPr>
          <w:rFonts w:ascii="Times New Roman" w:hAnsi="Times New Roman" w:cs="Times New Roman"/>
          <w:sz w:val="28"/>
          <w:szCs w:val="28"/>
        </w:rPr>
        <w:t>по утвержденной Президентом Российской Федерации форме справки.</w:t>
      </w:r>
    </w:p>
    <w:bookmarkEnd w:id="1"/>
    <w:p w:rsidR="00964F42" w:rsidRPr="00890E99" w:rsidRDefault="00964F42" w:rsidP="00393DB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890E99">
        <w:rPr>
          <w:rFonts w:ascii="Times New Roman" w:hAnsi="Times New Roman" w:cs="Times New Roman"/>
          <w:sz w:val="28"/>
          <w:szCs w:val="28"/>
        </w:rPr>
        <w:t>. Сведения о доходах,</w:t>
      </w:r>
      <w:r>
        <w:rPr>
          <w:rFonts w:ascii="Times New Roman" w:hAnsi="Times New Roman" w:cs="Times New Roman"/>
          <w:sz w:val="28"/>
          <w:szCs w:val="28"/>
        </w:rPr>
        <w:t xml:space="preserve"> расходах,</w:t>
      </w:r>
      <w:r w:rsidRPr="00890E99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 представляются:</w:t>
      </w:r>
    </w:p>
    <w:p w:rsidR="00964F42" w:rsidRPr="001C2903" w:rsidRDefault="00964F42" w:rsidP="001830F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1C2903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C2903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 – ежегодно, не позднее 30 апреля года, следующего за отчетным.</w:t>
      </w:r>
    </w:p>
    <w:p w:rsidR="00964F42" w:rsidRPr="00890E99" w:rsidRDefault="00964F42" w:rsidP="001830F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"/>
      <w:r>
        <w:rPr>
          <w:rFonts w:ascii="Times New Roman" w:hAnsi="Times New Roman" w:cs="Times New Roman"/>
          <w:sz w:val="28"/>
          <w:szCs w:val="28"/>
        </w:rPr>
        <w:t>2.3.</w:t>
      </w:r>
      <w:r w:rsidRPr="00890E99">
        <w:rPr>
          <w:rFonts w:ascii="Times New Roman" w:hAnsi="Times New Roman" w:cs="Times New Roman"/>
          <w:sz w:val="28"/>
          <w:szCs w:val="28"/>
        </w:rPr>
        <w:t xml:space="preserve"> Гражданин,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претендующий на замещение муниципальной должности, представляет:</w:t>
      </w:r>
    </w:p>
    <w:bookmarkEnd w:id="2"/>
    <w:p w:rsidR="00964F42" w:rsidRPr="00890E99" w:rsidRDefault="00964F42" w:rsidP="00D4079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  </w:t>
      </w:r>
      <w:r w:rsidRPr="00890E99">
        <w:rPr>
          <w:rFonts w:ascii="Times New Roman" w:hAnsi="Times New Roman" w:cs="Times New Roman"/>
          <w:sz w:val="28"/>
          <w:szCs w:val="28"/>
        </w:rPr>
        <w:t xml:space="preserve">сведения о своих доходах, полученных от всех источников (включая доходы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по прежнему месту работы или месту замещения выборной должности, пенсии,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пособия, иные выплаты) за календарный год, предшествующий году подачи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документов для замещения муниципальной должности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сельского поселения Темрюкского района</w:t>
      </w:r>
      <w:r w:rsidRPr="00890E99">
        <w:rPr>
          <w:rFonts w:ascii="Times New Roman" w:hAnsi="Times New Roman" w:cs="Times New Roman"/>
          <w:sz w:val="28"/>
          <w:szCs w:val="28"/>
        </w:rPr>
        <w:t>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месяцу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подачи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документов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замещения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муниципальной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района </w:t>
      </w:r>
      <w:r w:rsidRPr="00890E99">
        <w:rPr>
          <w:rFonts w:ascii="Times New Roman" w:hAnsi="Times New Roman" w:cs="Times New Roman"/>
          <w:sz w:val="28"/>
          <w:szCs w:val="28"/>
        </w:rPr>
        <w:t>(на отчетную дату);</w:t>
      </w:r>
    </w:p>
    <w:p w:rsidR="00964F42" w:rsidRPr="00890E99" w:rsidRDefault="00964F42" w:rsidP="00D4079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2.3.2 </w:t>
      </w:r>
      <w:r w:rsidRPr="00890E99">
        <w:rPr>
          <w:rFonts w:ascii="Times New Roman" w:hAnsi="Times New Roman" w:cs="Times New Roman"/>
          <w:sz w:val="28"/>
          <w:szCs w:val="28"/>
        </w:rPr>
        <w:t xml:space="preserve"> 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о доходах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гражданином документов для замещения муниципальной должности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сельского поселения Темрюкского района</w:t>
      </w:r>
      <w:r w:rsidRPr="00890E99">
        <w:rPr>
          <w:rFonts w:ascii="Times New Roman" w:hAnsi="Times New Roman" w:cs="Times New Roman"/>
          <w:sz w:val="28"/>
          <w:szCs w:val="28"/>
        </w:rPr>
        <w:t xml:space="preserve">, а также сведения об имуществе, принадлежащем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им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документов для замещения муниципальной должности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района </w:t>
      </w:r>
      <w:r w:rsidRPr="00890E99">
        <w:rPr>
          <w:rFonts w:ascii="Times New Roman" w:hAnsi="Times New Roman" w:cs="Times New Roman"/>
          <w:sz w:val="28"/>
          <w:szCs w:val="28"/>
        </w:rPr>
        <w:t>(на отчетную дату).</w:t>
      </w:r>
    </w:p>
    <w:p w:rsidR="00964F42" w:rsidRPr="00890E99" w:rsidRDefault="00964F42" w:rsidP="001830F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4"/>
      <w:r>
        <w:rPr>
          <w:rFonts w:ascii="Times New Roman" w:hAnsi="Times New Roman" w:cs="Times New Roman"/>
          <w:sz w:val="28"/>
          <w:szCs w:val="28"/>
        </w:rPr>
        <w:t>2.4</w:t>
      </w:r>
      <w:r w:rsidRPr="00890E99">
        <w:rPr>
          <w:rFonts w:ascii="Times New Roman" w:hAnsi="Times New Roman" w:cs="Times New Roman"/>
          <w:sz w:val="28"/>
          <w:szCs w:val="28"/>
        </w:rPr>
        <w:t>. Лицо, замещающее муниципальную должность, представляет ежегодно:</w:t>
      </w:r>
    </w:p>
    <w:bookmarkEnd w:id="3"/>
    <w:p w:rsidR="00964F42" w:rsidRPr="00890E99" w:rsidRDefault="00964F42" w:rsidP="00D4079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 </w:t>
      </w:r>
      <w:r w:rsidRPr="00890E99">
        <w:rPr>
          <w:rFonts w:ascii="Times New Roman" w:hAnsi="Times New Roman" w:cs="Times New Roman"/>
          <w:sz w:val="28"/>
          <w:szCs w:val="28"/>
        </w:rPr>
        <w:t xml:space="preserve"> 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90E9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0E99">
        <w:rPr>
          <w:rFonts w:ascii="Times New Roman" w:hAnsi="Times New Roman" w:cs="Times New Roman"/>
          <w:sz w:val="28"/>
          <w:szCs w:val="28"/>
        </w:rPr>
        <w:t xml:space="preserve">своих доходах,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полученных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отчетный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период (с 1 января по 31 декабря)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от всех источников (включая денежное вознаграждение, </w:t>
      </w:r>
      <w:bookmarkStart w:id="4" w:name="_GoBack"/>
      <w:bookmarkEnd w:id="4"/>
      <w:r w:rsidRPr="00890E99">
        <w:rPr>
          <w:rFonts w:ascii="Times New Roman" w:hAnsi="Times New Roman" w:cs="Times New Roman"/>
          <w:sz w:val="28"/>
          <w:szCs w:val="28"/>
        </w:rPr>
        <w:t>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964F42" w:rsidRDefault="00964F42" w:rsidP="001830F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 </w:t>
      </w:r>
      <w:r w:rsidRPr="00890E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</w:t>
      </w:r>
      <w:r>
        <w:rPr>
          <w:rFonts w:ascii="Times New Roman" w:hAnsi="Times New Roman" w:cs="Times New Roman"/>
          <w:sz w:val="28"/>
          <w:szCs w:val="28"/>
        </w:rPr>
        <w:t>а конец отчетного периода;</w:t>
      </w:r>
    </w:p>
    <w:p w:rsidR="00964F42" w:rsidRPr="00890E99" w:rsidRDefault="00964F42" w:rsidP="001830F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2.4.3  сведения  о  расходах,  а  также о расходах своих супруги (супруга) и несовершеннолетних детей, указанных в подпункте 2.1.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представляются за отчетный период (с 1 января по 31 декабря) по состоянию на конец отчетного периода до 30 апреля. </w:t>
      </w:r>
    </w:p>
    <w:p w:rsidR="00964F42" w:rsidRPr="00D40790" w:rsidRDefault="00964F42" w:rsidP="00D4079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5"/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890E99">
        <w:rPr>
          <w:rFonts w:ascii="Times New Roman" w:hAnsi="Times New Roman" w:cs="Times New Roman"/>
          <w:sz w:val="28"/>
          <w:szCs w:val="28"/>
        </w:rPr>
        <w:t xml:space="preserve">Сведения о доходах, </w:t>
      </w:r>
      <w:r w:rsidRPr="00D87581">
        <w:rPr>
          <w:rFonts w:ascii="Times New Roman" w:hAnsi="Times New Roman" w:cs="Times New Roman"/>
          <w:color w:val="000000"/>
          <w:sz w:val="28"/>
          <w:szCs w:val="28"/>
        </w:rPr>
        <w:t>расходах,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</w:t>
      </w:r>
      <w:r w:rsidRPr="00322F2C">
        <w:rPr>
          <w:rFonts w:ascii="Times New Roman" w:hAnsi="Times New Roman" w:cs="Times New Roman"/>
          <w:sz w:val="28"/>
          <w:szCs w:val="28"/>
        </w:rPr>
        <w:t xml:space="preserve">го характера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890E99">
        <w:rPr>
          <w:rFonts w:ascii="Times New Roman" w:hAnsi="Times New Roman" w:cs="Times New Roman"/>
          <w:sz w:val="28"/>
          <w:szCs w:val="28"/>
        </w:rPr>
        <w:t xml:space="preserve">настоящим Положением представляются в </w:t>
      </w:r>
      <w:r>
        <w:rPr>
          <w:rFonts w:ascii="Times New Roman" w:hAnsi="Times New Roman" w:cs="Times New Roman"/>
          <w:sz w:val="28"/>
          <w:szCs w:val="28"/>
        </w:rPr>
        <w:t xml:space="preserve">общий отдел администрации Запорожского сельского поселения Темрюкского района   </w:t>
      </w:r>
      <w:r w:rsidRPr="00D87581">
        <w:rPr>
          <w:rFonts w:ascii="Times New Roman" w:hAnsi="Times New Roman" w:cs="Times New Roman"/>
          <w:color w:val="000000"/>
          <w:sz w:val="28"/>
          <w:szCs w:val="28"/>
        </w:rPr>
        <w:t>по утвержденной  Президентом  Российской Федерации форме справки.</w:t>
      </w:r>
    </w:p>
    <w:p w:rsidR="00964F42" w:rsidRDefault="00964F42" w:rsidP="00FB6852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6"/>
      <w:bookmarkEnd w:id="5"/>
      <w:r>
        <w:rPr>
          <w:rFonts w:ascii="Times New Roman" w:hAnsi="Times New Roman" w:cs="Times New Roman"/>
          <w:sz w:val="28"/>
          <w:szCs w:val="28"/>
        </w:rPr>
        <w:t>2.6</w:t>
      </w:r>
      <w:r w:rsidRPr="00890E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случае если гражданин, претендующий на замещение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должности,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должность, обнаружили,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представленных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ими сведениях о доходах, об имуществе и обязательствах имущественного характера не отражены или не полностью отражены какие-либо сведения или имеются ошибки, они вправе представить уточненные сведения.</w:t>
      </w:r>
    </w:p>
    <w:p w:rsidR="00964F42" w:rsidRPr="00890E99" w:rsidRDefault="00964F42" w:rsidP="001830F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890E99"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должность, может представить уточненные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240">
        <w:rPr>
          <w:rFonts w:ascii="Times New Roman" w:hAnsi="Times New Roman" w:cs="Times New Roman"/>
          <w:color w:val="000000"/>
          <w:sz w:val="28"/>
          <w:szCs w:val="28"/>
        </w:rPr>
        <w:t>одного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E72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месяц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90E99">
        <w:rPr>
          <w:rFonts w:ascii="Times New Roman" w:hAnsi="Times New Roman" w:cs="Times New Roman"/>
          <w:sz w:val="28"/>
          <w:szCs w:val="28"/>
        </w:rPr>
        <w:t xml:space="preserve"> после окончания срока, указанного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890E99"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>2.2. пункта 2</w:t>
      </w:r>
      <w:r w:rsidRPr="00890E99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>
        <w:rPr>
          <w:rFonts w:ascii="Times New Roman" w:hAnsi="Times New Roman" w:cs="Times New Roman"/>
          <w:sz w:val="28"/>
          <w:szCs w:val="28"/>
        </w:rPr>
        <w:t xml:space="preserve"> по установленной форме   с приложением  раздела  справки о </w:t>
      </w:r>
      <w:r w:rsidRPr="00890E99">
        <w:rPr>
          <w:rFonts w:ascii="Times New Roman" w:hAnsi="Times New Roman" w:cs="Times New Roman"/>
          <w:sz w:val="28"/>
          <w:szCs w:val="28"/>
        </w:rPr>
        <w:t>доходах,</w:t>
      </w:r>
      <w:r>
        <w:rPr>
          <w:rFonts w:ascii="Times New Roman" w:hAnsi="Times New Roman" w:cs="Times New Roman"/>
          <w:sz w:val="28"/>
          <w:szCs w:val="28"/>
        </w:rPr>
        <w:t xml:space="preserve"> расходах,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характера,</w:t>
      </w:r>
      <w:r>
        <w:rPr>
          <w:rFonts w:ascii="Times New Roman" w:hAnsi="Times New Roman" w:cs="Times New Roman"/>
          <w:sz w:val="28"/>
          <w:szCs w:val="28"/>
        </w:rPr>
        <w:t xml:space="preserve"> в который вносится дополнение (изменение). </w:t>
      </w:r>
    </w:p>
    <w:p w:rsidR="00964F42" w:rsidRPr="00C505FF" w:rsidRDefault="00964F42" w:rsidP="00B57B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7"/>
      <w:bookmarkEnd w:id="6"/>
      <w:r>
        <w:rPr>
          <w:rFonts w:ascii="Times New Roman" w:hAnsi="Times New Roman" w:cs="Times New Roman"/>
          <w:sz w:val="28"/>
          <w:szCs w:val="28"/>
        </w:rPr>
        <w:t>2.7</w:t>
      </w:r>
      <w:r w:rsidRPr="00890E99">
        <w:rPr>
          <w:rFonts w:ascii="Times New Roman" w:hAnsi="Times New Roman" w:cs="Times New Roman"/>
          <w:sz w:val="28"/>
          <w:szCs w:val="28"/>
        </w:rPr>
        <w:t xml:space="preserve">.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случае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непредставления по объективным причинам лицом, заме</w:t>
      </w:r>
      <w:r w:rsidRPr="00C505FF">
        <w:rPr>
          <w:rFonts w:ascii="Times New Roman" w:hAnsi="Times New Roman" w:cs="Times New Roman"/>
          <w:sz w:val="28"/>
          <w:szCs w:val="28"/>
        </w:rPr>
        <w:t>щающим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5FF">
        <w:rPr>
          <w:rFonts w:ascii="Times New Roman" w:hAnsi="Times New Roman" w:cs="Times New Roman"/>
          <w:sz w:val="28"/>
          <w:szCs w:val="28"/>
        </w:rPr>
        <w:t xml:space="preserve"> муниципальную должность, сведений о своих доходах, об имуществе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5FF">
        <w:rPr>
          <w:rFonts w:ascii="Times New Roman" w:hAnsi="Times New Roman" w:cs="Times New Roman"/>
          <w:sz w:val="28"/>
          <w:szCs w:val="28"/>
        </w:rPr>
        <w:t xml:space="preserve">обязательствах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5FF">
        <w:rPr>
          <w:rFonts w:ascii="Times New Roman" w:hAnsi="Times New Roman" w:cs="Times New Roman"/>
          <w:sz w:val="28"/>
          <w:szCs w:val="28"/>
        </w:rPr>
        <w:t>имущественного характера, а также о доходах, об имуществе и обязательствах имущественного характера супруги (супруга) и несовершеннолетних детей данный факт подлежит рассмотрению комиссией по соблюдению требований к служебному поведению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5FF"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 </w:t>
      </w:r>
      <w:r>
        <w:rPr>
          <w:rFonts w:ascii="Times New Roman" w:hAnsi="Times New Roman" w:cs="Times New Roman"/>
          <w:sz w:val="28"/>
          <w:szCs w:val="28"/>
        </w:rPr>
        <w:t>администрации  Запорожского сельского поселения Темрюкского района.</w:t>
      </w:r>
    </w:p>
    <w:p w:rsidR="00964F42" w:rsidRDefault="00964F42" w:rsidP="00A004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8"/>
      <w:bookmarkEnd w:id="7"/>
      <w:r>
        <w:rPr>
          <w:rFonts w:ascii="Times New Roman" w:hAnsi="Times New Roman" w:cs="Times New Roman"/>
          <w:sz w:val="28"/>
          <w:szCs w:val="28"/>
        </w:rPr>
        <w:t xml:space="preserve">2.8. Контроль  за  расходами  лиц,  замещающих  муниципальные должности осуществляется в порядке, установленном федеральными </w:t>
      </w:r>
      <w:r w:rsidRPr="00B31944">
        <w:rPr>
          <w:rFonts w:ascii="Times New Roman" w:hAnsi="Times New Roman" w:cs="Times New Roman"/>
          <w:sz w:val="28"/>
          <w:szCs w:val="28"/>
        </w:rPr>
        <w:t>законами  «О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 и «О контроле за соответствием расходов лиц, замещающих государственные должности, и иных лиц их доходам», нормативными правовыми актами Президента Российской Федерации, нормативными правовыми актами Российской Федерации и Краснодарского края.</w:t>
      </w:r>
      <w:bookmarkStart w:id="9" w:name="sub_9"/>
      <w:bookmarkEnd w:id="8"/>
    </w:p>
    <w:p w:rsidR="00964F42" w:rsidRDefault="00964F42" w:rsidP="00A004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890E99">
        <w:rPr>
          <w:rFonts w:ascii="Times New Roman" w:hAnsi="Times New Roman" w:cs="Times New Roman"/>
          <w:sz w:val="28"/>
          <w:szCs w:val="28"/>
        </w:rPr>
        <w:t xml:space="preserve">. Сведения о доходах, </w:t>
      </w:r>
      <w:r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890E99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характера, представляемые в соответствии с настоящим Положением гражданами, претендующими на замещение муниципальных должностей, и лицами, замещающими муниципальные должности, относятся к информации ограниченного доступа,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федеральным законом они не отнесены к сведениям, составляющим государственную тайну.</w:t>
      </w:r>
    </w:p>
    <w:p w:rsidR="00964F42" w:rsidRDefault="00964F42" w:rsidP="009D677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</w:t>
      </w:r>
      <w:r w:rsidRPr="00890E99">
        <w:rPr>
          <w:rFonts w:ascii="Times New Roman" w:hAnsi="Times New Roman" w:cs="Times New Roman"/>
          <w:sz w:val="28"/>
          <w:szCs w:val="28"/>
        </w:rPr>
        <w:t xml:space="preserve"> 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о доходах, </w:t>
      </w:r>
      <w:r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890E99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характера,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представленные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с настоящим Положением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лицом, </w:t>
      </w:r>
      <w:r>
        <w:rPr>
          <w:rFonts w:ascii="Times New Roman" w:hAnsi="Times New Roman" w:cs="Times New Roman"/>
          <w:sz w:val="28"/>
          <w:szCs w:val="28"/>
        </w:rPr>
        <w:t>претендующем на замещение</w:t>
      </w:r>
      <w:r w:rsidRPr="00890E9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90E99">
        <w:rPr>
          <w:rFonts w:ascii="Times New Roman" w:hAnsi="Times New Roman" w:cs="Times New Roman"/>
          <w:sz w:val="28"/>
          <w:szCs w:val="28"/>
        </w:rPr>
        <w:t xml:space="preserve"> должност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0E99">
        <w:rPr>
          <w:rFonts w:ascii="Times New Roman" w:hAnsi="Times New Roman" w:cs="Times New Roman"/>
          <w:sz w:val="28"/>
          <w:szCs w:val="28"/>
        </w:rPr>
        <w:t>, а также ежегодно</w:t>
      </w:r>
      <w:r>
        <w:rPr>
          <w:rFonts w:ascii="Times New Roman" w:hAnsi="Times New Roman" w:cs="Times New Roman"/>
          <w:sz w:val="28"/>
          <w:szCs w:val="28"/>
        </w:rPr>
        <w:t xml:space="preserve"> представляемые  лицом, замещающим муниципальную должность, 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информация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результатах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проверки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достоверности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и полноты этих сведений приобщаются к личному делу лица, замещающего муниципальную должность.</w:t>
      </w:r>
    </w:p>
    <w:p w:rsidR="00964F42" w:rsidRDefault="00964F42" w:rsidP="000703E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 </w:t>
      </w:r>
      <w:r w:rsidRPr="00890E9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если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гражданин, представивший в соответствии с настоящим Положением сведения о своих доходах,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не был назначен на указанную должность,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эти </w:t>
      </w:r>
      <w:r>
        <w:rPr>
          <w:rFonts w:ascii="Times New Roman" w:hAnsi="Times New Roman" w:cs="Times New Roman"/>
          <w:sz w:val="28"/>
          <w:szCs w:val="28"/>
        </w:rPr>
        <w:t>справки возвращаются ему по его письменному заявлению вместе с другими документами.</w:t>
      </w:r>
    </w:p>
    <w:p w:rsidR="00964F42" w:rsidRDefault="00964F42" w:rsidP="000703E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964F42" w:rsidRDefault="00964F42" w:rsidP="003C2F85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52B9B">
        <w:rPr>
          <w:rFonts w:ascii="Times New Roman" w:hAnsi="Times New Roman" w:cs="Times New Roman"/>
          <w:sz w:val="28"/>
          <w:szCs w:val="28"/>
        </w:rPr>
        <w:t xml:space="preserve">Порядок размещения сведений о доходах, </w:t>
      </w:r>
      <w:r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A52B9B">
        <w:rPr>
          <w:rFonts w:ascii="Times New Roman" w:hAnsi="Times New Roman" w:cs="Times New Roman"/>
          <w:sz w:val="28"/>
          <w:szCs w:val="28"/>
        </w:rPr>
        <w:t>об имуществе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F42" w:rsidRDefault="00964F42" w:rsidP="003C2F8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2F85">
        <w:rPr>
          <w:rFonts w:ascii="Times New Roman" w:hAnsi="Times New Roman" w:cs="Times New Roman"/>
          <w:sz w:val="28"/>
          <w:szCs w:val="28"/>
        </w:rPr>
        <w:t>обязательствах имущественного характера на  официальном сайте</w:t>
      </w:r>
      <w:r w:rsidRPr="003C2F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64F42" w:rsidRDefault="00964F42" w:rsidP="00B57B0D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3C2F8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64F42" w:rsidRDefault="00964F42" w:rsidP="00B57B0D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3C2F85">
        <w:rPr>
          <w:rFonts w:ascii="Times New Roman" w:hAnsi="Times New Roman" w:cs="Times New Roman"/>
          <w:sz w:val="28"/>
          <w:szCs w:val="28"/>
        </w:rPr>
        <w:t xml:space="preserve">предоставления этих сведений для опубликования средствам </w:t>
      </w:r>
    </w:p>
    <w:p w:rsidR="00964F42" w:rsidRPr="003C2F85" w:rsidRDefault="00964F42" w:rsidP="00B57B0D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3C2F85">
        <w:rPr>
          <w:rFonts w:ascii="Times New Roman" w:hAnsi="Times New Roman" w:cs="Times New Roman"/>
          <w:sz w:val="28"/>
          <w:szCs w:val="28"/>
        </w:rPr>
        <w:t>массовой информации</w:t>
      </w:r>
    </w:p>
    <w:p w:rsidR="00964F42" w:rsidRPr="002034D1" w:rsidRDefault="00964F42" w:rsidP="003C2F85">
      <w:pPr>
        <w:pStyle w:val="ListParagraph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4F42" w:rsidRPr="00B57B0D" w:rsidRDefault="00964F42" w:rsidP="00B57B0D">
      <w:pPr>
        <w:ind w:firstLine="69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bookmarkStart w:id="10" w:name="sub_11"/>
      <w:bookmarkEnd w:id="9"/>
      <w:r>
        <w:rPr>
          <w:rFonts w:ascii="Times New Roman" w:hAnsi="Times New Roman" w:cs="Times New Roman"/>
          <w:sz w:val="28"/>
          <w:szCs w:val="28"/>
        </w:rPr>
        <w:t>3.1</w:t>
      </w:r>
      <w:r w:rsidRPr="00890E99">
        <w:rPr>
          <w:rFonts w:ascii="Times New Roman" w:hAnsi="Times New Roman" w:cs="Times New Roman"/>
          <w:sz w:val="28"/>
          <w:szCs w:val="28"/>
        </w:rPr>
        <w:t xml:space="preserve">. Сведения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доходах, </w:t>
      </w:r>
      <w:r>
        <w:rPr>
          <w:rFonts w:ascii="Times New Roman" w:hAnsi="Times New Roman" w:cs="Times New Roman"/>
          <w:sz w:val="28"/>
          <w:szCs w:val="28"/>
        </w:rPr>
        <w:t xml:space="preserve"> расходах, </w:t>
      </w:r>
      <w:r w:rsidRPr="00890E99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характера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лица,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замещающего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сельского поселения Темрюкского района</w:t>
      </w:r>
      <w:r w:rsidRPr="00890E99">
        <w:rPr>
          <w:rFonts w:ascii="Times New Roman" w:hAnsi="Times New Roman" w:cs="Times New Roman"/>
          <w:sz w:val="28"/>
          <w:szCs w:val="28"/>
        </w:rPr>
        <w:t>, его супруги (супруга)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несовершеннолетних детей подлежат размещению в информационно-телекоммуникационной сет</w:t>
      </w:r>
      <w:r>
        <w:rPr>
          <w:rFonts w:ascii="Times New Roman" w:hAnsi="Times New Roman" w:cs="Times New Roman"/>
          <w:sz w:val="28"/>
          <w:szCs w:val="28"/>
        </w:rPr>
        <w:t>и Интернет на официальном сайте Запорожского</w:t>
      </w:r>
      <w:r w:rsidRPr="00104649">
        <w:rPr>
          <w:rFonts w:ascii="Times New Roman" w:hAnsi="Times New Roman" w:cs="Times New Roman"/>
          <w:sz w:val="28"/>
          <w:szCs w:val="28"/>
        </w:rPr>
        <w:t xml:space="preserve">   сельского  поселения  Темрюкского  района   </w:t>
      </w:r>
      <w:r w:rsidRPr="00CF4CD4">
        <w:rPr>
          <w:rFonts w:ascii="Times New Roman" w:hAnsi="Times New Roman" w:cs="Times New Roman"/>
          <w:sz w:val="28"/>
          <w:szCs w:val="28"/>
        </w:rPr>
        <w:t>WWW.ADM-ZAPOROZHSKAYA.RU</w:t>
      </w:r>
      <w:r w:rsidRPr="00104649">
        <w:t xml:space="preserve">  </w:t>
      </w:r>
      <w:r w:rsidRPr="00104649">
        <w:rPr>
          <w:rFonts w:ascii="Times New Roman" w:hAnsi="Times New Roman" w:cs="Times New Roman"/>
          <w:sz w:val="28"/>
          <w:szCs w:val="28"/>
        </w:rPr>
        <w:t xml:space="preserve">(далее  - официальный сайт) в соответствующем подразделе органа местного самоуправления 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10464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случае отсутствия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этих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сведений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в указанном источнике - предоставляются средствам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массовой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информации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по их запросам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в порядке, установленном настоящим Положением.</w:t>
      </w:r>
    </w:p>
    <w:p w:rsidR="00964F42" w:rsidRPr="00890E99" w:rsidRDefault="00964F42" w:rsidP="00B57B0D">
      <w:pPr>
        <w:widowControl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890E99">
        <w:rPr>
          <w:rFonts w:ascii="Times New Roman" w:hAnsi="Times New Roman" w:cs="Times New Roman"/>
          <w:sz w:val="28"/>
          <w:szCs w:val="28"/>
        </w:rPr>
        <w:t xml:space="preserve">Сведения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доходах, </w:t>
      </w:r>
      <w:r>
        <w:rPr>
          <w:rFonts w:ascii="Times New Roman" w:hAnsi="Times New Roman" w:cs="Times New Roman"/>
          <w:sz w:val="28"/>
          <w:szCs w:val="28"/>
        </w:rPr>
        <w:t xml:space="preserve"> расходах, </w:t>
      </w:r>
      <w:r w:rsidRPr="00890E99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характера,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указанные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под</w:t>
      </w:r>
      <w:r w:rsidRPr="00890E99"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 xml:space="preserve">2.4. пункта 2 </w:t>
      </w:r>
      <w:r w:rsidRPr="00890E99">
        <w:rPr>
          <w:rFonts w:ascii="Times New Roman" w:hAnsi="Times New Roman" w:cs="Times New Roman"/>
          <w:sz w:val="28"/>
          <w:szCs w:val="28"/>
        </w:rPr>
        <w:t xml:space="preserve">настоящего Положения, размещаются </w:t>
      </w:r>
      <w:r>
        <w:rPr>
          <w:rFonts w:ascii="Times New Roman" w:hAnsi="Times New Roman" w:cs="Times New Roman"/>
          <w:sz w:val="28"/>
          <w:szCs w:val="28"/>
        </w:rPr>
        <w:t xml:space="preserve"> общим отделом администрации Запорожского сельского поселения Темрюкского района  </w:t>
      </w:r>
      <w:r w:rsidRPr="00890E9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сайте в 14-дневный срок со дня истечения срока, установленного для подачи справок о доходах</w:t>
      </w:r>
      <w:r w:rsidRPr="00C654AF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характера.</w:t>
      </w:r>
    </w:p>
    <w:p w:rsidR="00964F42" w:rsidRPr="00890E99" w:rsidRDefault="00964F42" w:rsidP="001830F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Pr="00890E99">
        <w:rPr>
          <w:rFonts w:ascii="Times New Roman" w:hAnsi="Times New Roman" w:cs="Times New Roman"/>
          <w:sz w:val="28"/>
          <w:szCs w:val="28"/>
        </w:rPr>
        <w:t xml:space="preserve"> На официальном сайте размещаются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890E99">
        <w:rPr>
          <w:rFonts w:ascii="Times New Roman" w:hAnsi="Times New Roman" w:cs="Times New Roman"/>
          <w:sz w:val="28"/>
          <w:szCs w:val="28"/>
        </w:rPr>
        <w:t xml:space="preserve"> средствам массовой информации 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0E99">
        <w:rPr>
          <w:rFonts w:ascii="Times New Roman" w:hAnsi="Times New Roman" w:cs="Times New Roman"/>
          <w:sz w:val="28"/>
          <w:szCs w:val="28"/>
        </w:rPr>
        <w:t xml:space="preserve">ставляются для опубликования следующие сведения о доходах, </w:t>
      </w:r>
      <w:r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890E99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F42" w:rsidRPr="00890E99" w:rsidRDefault="00964F42" w:rsidP="001830F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</w:t>
      </w:r>
      <w:r w:rsidRPr="00890E99">
        <w:rPr>
          <w:rFonts w:ascii="Times New Roman" w:hAnsi="Times New Roman" w:cs="Times New Roman"/>
          <w:sz w:val="28"/>
          <w:szCs w:val="28"/>
        </w:rPr>
        <w:t xml:space="preserve"> 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964F42" w:rsidRPr="00890E99" w:rsidRDefault="00964F42" w:rsidP="001830F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</w:t>
      </w:r>
      <w:r w:rsidRPr="00890E99">
        <w:rPr>
          <w:rFonts w:ascii="Times New Roman" w:hAnsi="Times New Roman" w:cs="Times New Roman"/>
          <w:sz w:val="28"/>
          <w:szCs w:val="28"/>
        </w:rPr>
        <w:t xml:space="preserve"> перечень транспортных средств,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964F42" w:rsidRDefault="00964F42" w:rsidP="001830F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</w:t>
      </w:r>
      <w:r w:rsidRPr="00890E99">
        <w:rPr>
          <w:rFonts w:ascii="Times New Roman" w:hAnsi="Times New Roman" w:cs="Times New Roman"/>
          <w:sz w:val="28"/>
          <w:szCs w:val="28"/>
        </w:rPr>
        <w:t xml:space="preserve"> декларированный годовой доход лица, замещающего муниципальную должность, его супруги (супр</w:t>
      </w:r>
      <w:r>
        <w:rPr>
          <w:rFonts w:ascii="Times New Roman" w:hAnsi="Times New Roman" w:cs="Times New Roman"/>
          <w:sz w:val="28"/>
          <w:szCs w:val="28"/>
        </w:rPr>
        <w:t>уга) и несовершеннолетних детей;</w:t>
      </w:r>
    </w:p>
    <w:p w:rsidR="00964F42" w:rsidRPr="003C2F85" w:rsidRDefault="00964F42" w:rsidP="001830F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3C2F85">
        <w:rPr>
          <w:rFonts w:ascii="Times New Roman" w:hAnsi="Times New Roman" w:cs="Times New Roman"/>
          <w:sz w:val="28"/>
          <w:szCs w:val="28"/>
        </w:rPr>
        <w:t xml:space="preserve">3.3.4.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</w:r>
      <w:r>
        <w:rPr>
          <w:rFonts w:ascii="Times New Roman" w:hAnsi="Times New Roman" w:cs="Times New Roman"/>
          <w:sz w:val="28"/>
          <w:szCs w:val="28"/>
        </w:rPr>
        <w:t>лица, замещающего</w:t>
      </w:r>
      <w:r w:rsidRPr="00890E99">
        <w:rPr>
          <w:rFonts w:ascii="Times New Roman" w:hAnsi="Times New Roman" w:cs="Times New Roman"/>
          <w:sz w:val="28"/>
          <w:szCs w:val="28"/>
        </w:rPr>
        <w:t xml:space="preserve"> муниципальную должность</w:t>
      </w:r>
      <w:r w:rsidRPr="003C2F85">
        <w:rPr>
          <w:rFonts w:ascii="Times New Roman" w:hAnsi="Times New Roman" w:cs="Times New Roman"/>
          <w:sz w:val="28"/>
          <w:szCs w:val="28"/>
        </w:rPr>
        <w:t xml:space="preserve"> и его супруга (супруги) за три последних года, предшествующих совершению сделки.</w:t>
      </w:r>
    </w:p>
    <w:p w:rsidR="00964F42" w:rsidRPr="00890E99" w:rsidRDefault="00964F42" w:rsidP="001830F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890E99">
        <w:rPr>
          <w:rFonts w:ascii="Times New Roman" w:hAnsi="Times New Roman" w:cs="Times New Roman"/>
          <w:sz w:val="28"/>
          <w:szCs w:val="28"/>
        </w:rPr>
        <w:t xml:space="preserve">. В размещаемых на официальном сайте и предоставляемых средствам массовой информации для опубликования сведениях о доходах, </w:t>
      </w:r>
      <w:r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890E99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 запрещается указывать:</w:t>
      </w:r>
    </w:p>
    <w:p w:rsidR="00964F42" w:rsidRPr="00890E99" w:rsidRDefault="00964F42" w:rsidP="001830F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</w:t>
      </w:r>
      <w:r w:rsidRPr="00890E99">
        <w:rPr>
          <w:rFonts w:ascii="Times New Roman" w:hAnsi="Times New Roman" w:cs="Times New Roman"/>
          <w:sz w:val="28"/>
          <w:szCs w:val="28"/>
        </w:rPr>
        <w:t xml:space="preserve"> иные сведения (кроме указанных в </w:t>
      </w:r>
      <w:r>
        <w:rPr>
          <w:rFonts w:ascii="Times New Roman" w:hAnsi="Times New Roman" w:cs="Times New Roman"/>
          <w:sz w:val="28"/>
          <w:szCs w:val="28"/>
        </w:rPr>
        <w:t>под</w:t>
      </w:r>
      <w:hyperlink w:anchor="sub_2" w:history="1">
        <w:r w:rsidRPr="00890E99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>
        <w:rPr>
          <w:rFonts w:ascii="Times New Roman" w:hAnsi="Times New Roman" w:cs="Times New Roman"/>
          <w:sz w:val="28"/>
          <w:szCs w:val="28"/>
        </w:rPr>
        <w:t>3.3.</w:t>
      </w:r>
      <w:r w:rsidRPr="00890E99">
        <w:rPr>
          <w:rFonts w:ascii="Times New Roman" w:hAnsi="Times New Roman" w:cs="Times New Roman"/>
          <w:sz w:val="28"/>
          <w:szCs w:val="28"/>
        </w:rPr>
        <w:t xml:space="preserve"> настоящего Положения)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964F42" w:rsidRPr="00890E99" w:rsidRDefault="00964F42" w:rsidP="001830F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  п</w:t>
      </w:r>
      <w:r w:rsidRPr="00890E99">
        <w:rPr>
          <w:rFonts w:ascii="Times New Roman" w:hAnsi="Times New Roman" w:cs="Times New Roman"/>
          <w:sz w:val="28"/>
          <w:szCs w:val="28"/>
        </w:rPr>
        <w:t>ерсональные данные супруги (супруга), детей и иных членов семьи лица, замещающего муниципальную должность;</w:t>
      </w:r>
    </w:p>
    <w:p w:rsidR="00964F42" w:rsidRPr="00890E99" w:rsidRDefault="00964F42" w:rsidP="001830F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</w:t>
      </w:r>
      <w:r w:rsidRPr="00890E99">
        <w:rPr>
          <w:rFonts w:ascii="Times New Roman" w:hAnsi="Times New Roman" w:cs="Times New Roman"/>
          <w:sz w:val="28"/>
          <w:szCs w:val="28"/>
        </w:rPr>
        <w:t xml:space="preserve">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964F42" w:rsidRPr="00890E99" w:rsidRDefault="00964F42" w:rsidP="001830F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3.4.4</w:t>
      </w:r>
      <w:r w:rsidRPr="00890E99">
        <w:rPr>
          <w:rFonts w:ascii="Times New Roman" w:hAnsi="Times New Roman" w:cs="Times New Roman"/>
          <w:sz w:val="28"/>
          <w:szCs w:val="28"/>
        </w:rPr>
        <w:t xml:space="preserve">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 на праве собственности или находящихся в их пользовании;</w:t>
      </w:r>
    </w:p>
    <w:p w:rsidR="00964F42" w:rsidRPr="00890E99" w:rsidRDefault="00964F42" w:rsidP="001830F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информацию, отнесенную к государственной тайне или являющуюся конфиденциальной.</w:t>
      </w:r>
    </w:p>
    <w:p w:rsidR="00964F42" w:rsidRPr="00890E99" w:rsidRDefault="00964F42" w:rsidP="00B57B0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890E9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Общий отдел администрации </w:t>
      </w:r>
      <w:r>
        <w:t xml:space="preserve"> </w:t>
      </w:r>
      <w:r w:rsidRPr="00D11BF9">
        <w:rPr>
          <w:rFonts w:ascii="Times New Roman" w:hAnsi="Times New Roman" w:cs="Times New Roman"/>
          <w:sz w:val="28"/>
          <w:szCs w:val="28"/>
        </w:rPr>
        <w:t>Запорожского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890E99">
        <w:rPr>
          <w:rFonts w:ascii="Times New Roman" w:hAnsi="Times New Roman" w:cs="Times New Roman"/>
          <w:sz w:val="28"/>
          <w:szCs w:val="28"/>
        </w:rPr>
        <w:t>:</w:t>
      </w:r>
    </w:p>
    <w:p w:rsidR="00964F42" w:rsidRPr="00890E99" w:rsidRDefault="00964F42" w:rsidP="001830F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</w:t>
      </w:r>
      <w:r w:rsidRPr="00890E99">
        <w:rPr>
          <w:rFonts w:ascii="Times New Roman" w:hAnsi="Times New Roman" w:cs="Times New Roman"/>
          <w:sz w:val="28"/>
          <w:szCs w:val="28"/>
        </w:rPr>
        <w:t xml:space="preserve"> в 3-дневный срок со дня поступления запроса от средства массовой информации сообщают о нем лицу, замещающему муниципальную должность, в отношении которого поступил запрос;</w:t>
      </w:r>
    </w:p>
    <w:p w:rsidR="00964F42" w:rsidRPr="00890E99" w:rsidRDefault="00964F42" w:rsidP="001830FE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в 7-дневный срок со дня поступления запроса от средства массовой информации обеспечивают предоставление ему сведений, указанных в  настоящем Положении, в том случае, если запрашиваемые сведения отсутствуют на официальном сайте. Если запрашиваемые сведения размещены на официальном сайте, средству массовой информации дается ответ со ссылкой на него.</w:t>
      </w:r>
    </w:p>
    <w:p w:rsidR="00964F42" w:rsidRDefault="00964F42" w:rsidP="00B57B0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2"/>
      <w:bookmarkEnd w:id="10"/>
    </w:p>
    <w:p w:rsidR="00964F42" w:rsidRPr="003178A7" w:rsidRDefault="00964F42" w:rsidP="003178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178A7">
        <w:rPr>
          <w:rFonts w:ascii="Times New Roman" w:hAnsi="Times New Roman" w:cs="Times New Roman"/>
          <w:sz w:val="28"/>
          <w:szCs w:val="28"/>
        </w:rPr>
        <w:t>Ответственность</w:t>
      </w:r>
    </w:p>
    <w:p w:rsidR="00964F42" w:rsidRPr="00CB6D46" w:rsidRDefault="00964F42" w:rsidP="00266745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964F42" w:rsidRDefault="00964F42" w:rsidP="00B57B0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Pr="00890E9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Муниципальные с</w:t>
      </w:r>
      <w:r w:rsidRPr="00890E99">
        <w:rPr>
          <w:rFonts w:ascii="Times New Roman" w:hAnsi="Times New Roman" w:cs="Times New Roman"/>
          <w:sz w:val="28"/>
          <w:szCs w:val="28"/>
        </w:rPr>
        <w:t xml:space="preserve">лужащие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Запорожского сельского поселения Темрюкского района</w:t>
      </w:r>
      <w:r w:rsidRPr="00890E99">
        <w:rPr>
          <w:rFonts w:ascii="Times New Roman" w:hAnsi="Times New Roman" w:cs="Times New Roman"/>
          <w:sz w:val="28"/>
          <w:szCs w:val="28"/>
        </w:rPr>
        <w:t xml:space="preserve">, в должностные обязанности которых входит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работа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со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>сведениями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E99">
        <w:rPr>
          <w:rFonts w:ascii="Times New Roman" w:hAnsi="Times New Roman" w:cs="Times New Roman"/>
          <w:sz w:val="28"/>
          <w:szCs w:val="28"/>
        </w:rPr>
        <w:t xml:space="preserve"> о доходах, </w:t>
      </w:r>
      <w:r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890E99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 или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890E99">
        <w:rPr>
          <w:rFonts w:ascii="Times New Roman" w:hAnsi="Times New Roman" w:cs="Times New Roman"/>
          <w:sz w:val="28"/>
          <w:szCs w:val="28"/>
        </w:rPr>
        <w:t>, несут о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90E99">
        <w:rPr>
          <w:rFonts w:ascii="Times New Roman" w:hAnsi="Times New Roman" w:cs="Times New Roman"/>
          <w:sz w:val="28"/>
          <w:szCs w:val="28"/>
        </w:rPr>
        <w:t>ветственность в соответствии с законодательством Российской Федерации.</w:t>
      </w:r>
    </w:p>
    <w:p w:rsidR="00964F42" w:rsidRPr="000D276C" w:rsidRDefault="00964F42" w:rsidP="00040D1E">
      <w:pPr>
        <w:tabs>
          <w:tab w:val="left" w:pos="241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4"/>
      <w:bookmarkEnd w:id="11"/>
      <w:r w:rsidRPr="000D276C">
        <w:rPr>
          <w:rFonts w:ascii="Times New Roman" w:hAnsi="Times New Roman" w:cs="Times New Roman"/>
          <w:sz w:val="28"/>
          <w:szCs w:val="28"/>
        </w:rPr>
        <w:t xml:space="preserve">4.2.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276C">
        <w:rPr>
          <w:rFonts w:ascii="Times New Roman" w:hAnsi="Times New Roman" w:cs="Times New Roman"/>
          <w:sz w:val="28"/>
          <w:szCs w:val="28"/>
        </w:rPr>
        <w:t xml:space="preserve">случае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D276C">
        <w:rPr>
          <w:rFonts w:ascii="Times New Roman" w:hAnsi="Times New Roman" w:cs="Times New Roman"/>
          <w:sz w:val="28"/>
          <w:szCs w:val="28"/>
        </w:rPr>
        <w:t xml:space="preserve">непредставления или представления заведомо ложных сведений о доходах, </w:t>
      </w:r>
      <w:r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0D276C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 гражданин, претендующий на замещение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должности Запорожского сельского поселения Темрюкского района</w:t>
      </w:r>
      <w:r w:rsidRPr="000D276C">
        <w:rPr>
          <w:rFonts w:ascii="Times New Roman" w:hAnsi="Times New Roman" w:cs="Times New Roman"/>
          <w:sz w:val="28"/>
          <w:szCs w:val="28"/>
        </w:rPr>
        <w:t>, и лицо, замещающее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муниципальную должность Запорожского сельского поселения Темрюкского района</w:t>
      </w:r>
      <w:r w:rsidRPr="000D276C">
        <w:rPr>
          <w:rFonts w:ascii="Times New Roman" w:hAnsi="Times New Roman" w:cs="Times New Roman"/>
          <w:sz w:val="28"/>
          <w:szCs w:val="28"/>
        </w:rPr>
        <w:t>, несут ответственность в соответствии с законодательством Российской Федерации.</w:t>
      </w:r>
    </w:p>
    <w:p w:rsidR="00964F42" w:rsidRDefault="00964F42" w:rsidP="001830FE">
      <w:pPr>
        <w:tabs>
          <w:tab w:val="left" w:pos="1276"/>
        </w:tabs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Не допускается использование сведений о доходах, расходах, об имуществе и обязательствах имущественного характера для установления или определения  платежеспособности лица, замещающего муниципальную должность, его супруги (супруга) и несовершеннолетних детей, для сбора в прямой или косвенной форме пожертвований (взносов)   в фонды религиозных или других общественных объединений, иных организаций, а также физических лиц.</w:t>
      </w:r>
    </w:p>
    <w:p w:rsidR="00964F42" w:rsidRDefault="00964F42" w:rsidP="001830FE">
      <w:pPr>
        <w:tabs>
          <w:tab w:val="left" w:pos="1276"/>
        </w:tabs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964F42" w:rsidRPr="000D276C" w:rsidRDefault="00964F42" w:rsidP="001830FE">
      <w:pPr>
        <w:tabs>
          <w:tab w:val="left" w:pos="1276"/>
        </w:tabs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bookmarkEnd w:id="12"/>
    <w:p w:rsidR="00964F42" w:rsidRDefault="00964F42" w:rsidP="00E14B5B">
      <w:pPr>
        <w:tabs>
          <w:tab w:val="left" w:pos="1276"/>
          <w:tab w:val="left" w:pos="72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964F42" w:rsidRDefault="00964F42" w:rsidP="00E14B5B">
      <w:pPr>
        <w:tabs>
          <w:tab w:val="left" w:pos="1276"/>
          <w:tab w:val="left" w:pos="72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Н.Г. Колодина</w:t>
      </w:r>
    </w:p>
    <w:p w:rsidR="00964F42" w:rsidRDefault="00964F42" w:rsidP="00E14B5B">
      <w:pPr>
        <w:tabs>
          <w:tab w:val="left" w:pos="1276"/>
          <w:tab w:val="left" w:pos="72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4F42" w:rsidRPr="00CC4461" w:rsidRDefault="00964F42" w:rsidP="00E14B5B">
      <w:pPr>
        <w:tabs>
          <w:tab w:val="left" w:pos="1276"/>
          <w:tab w:val="left" w:pos="720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964F42" w:rsidRPr="00CC4461" w:rsidSect="007B0BE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6" w:bottom="993" w:left="1701" w:header="720" w:footer="542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F42" w:rsidRDefault="00964F42" w:rsidP="00E456F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64F42" w:rsidRDefault="00964F42" w:rsidP="00E456F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42" w:rsidRDefault="00964F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42" w:rsidRDefault="00964F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F42" w:rsidRDefault="00964F42" w:rsidP="00E456F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64F42" w:rsidRDefault="00964F42" w:rsidP="00E456F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42" w:rsidRPr="00E104CD" w:rsidRDefault="00964F42">
    <w:pPr>
      <w:pStyle w:val="Header"/>
      <w:jc w:val="center"/>
      <w:rPr>
        <w:rFonts w:cs="Times New Roman"/>
        <w:sz w:val="28"/>
        <w:szCs w:val="28"/>
      </w:rPr>
    </w:pPr>
    <w:r w:rsidRPr="00E104CD">
      <w:rPr>
        <w:rFonts w:ascii="Times New Roman" w:hAnsi="Times New Roman" w:cs="Times New Roman"/>
        <w:sz w:val="28"/>
        <w:szCs w:val="28"/>
      </w:rPr>
      <w:fldChar w:fldCharType="begin"/>
    </w:r>
    <w:r w:rsidRPr="00E104CD">
      <w:rPr>
        <w:rFonts w:ascii="Times New Roman" w:hAnsi="Times New Roman" w:cs="Times New Roman"/>
        <w:sz w:val="28"/>
        <w:szCs w:val="28"/>
      </w:rPr>
      <w:instrText>PAGE   \* MERGEFORMAT</w:instrText>
    </w:r>
    <w:r w:rsidRPr="00E104CD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7</w:t>
    </w:r>
    <w:r w:rsidRPr="00E104CD">
      <w:rPr>
        <w:rFonts w:ascii="Times New Roman" w:hAnsi="Times New Roman" w:cs="Times New Roman"/>
        <w:sz w:val="28"/>
        <w:szCs w:val="28"/>
      </w:rPr>
      <w:fldChar w:fldCharType="end"/>
    </w:r>
  </w:p>
  <w:p w:rsidR="00964F42" w:rsidRDefault="00964F42">
    <w:pPr>
      <w:pStyle w:val="Header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42" w:rsidRDefault="00964F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325FB"/>
    <w:multiLevelType w:val="hybridMultilevel"/>
    <w:tmpl w:val="5DA262EE"/>
    <w:lvl w:ilvl="0" w:tplc="4274EC50">
      <w:start w:val="4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</w:lvl>
    <w:lvl w:ilvl="2" w:tplc="0419001B">
      <w:start w:val="1"/>
      <w:numFmt w:val="lowerRoman"/>
      <w:lvlText w:val="%3."/>
      <w:lvlJc w:val="right"/>
      <w:pPr>
        <w:ind w:left="5912" w:hanging="180"/>
      </w:pPr>
    </w:lvl>
    <w:lvl w:ilvl="3" w:tplc="0419000F">
      <w:start w:val="1"/>
      <w:numFmt w:val="decimal"/>
      <w:lvlText w:val="%4."/>
      <w:lvlJc w:val="left"/>
      <w:pPr>
        <w:ind w:left="6632" w:hanging="360"/>
      </w:pPr>
    </w:lvl>
    <w:lvl w:ilvl="4" w:tplc="04190019">
      <w:start w:val="1"/>
      <w:numFmt w:val="lowerLetter"/>
      <w:lvlText w:val="%5."/>
      <w:lvlJc w:val="left"/>
      <w:pPr>
        <w:ind w:left="7352" w:hanging="360"/>
      </w:pPr>
    </w:lvl>
    <w:lvl w:ilvl="5" w:tplc="0419001B">
      <w:start w:val="1"/>
      <w:numFmt w:val="lowerRoman"/>
      <w:lvlText w:val="%6."/>
      <w:lvlJc w:val="right"/>
      <w:pPr>
        <w:ind w:left="8072" w:hanging="180"/>
      </w:pPr>
    </w:lvl>
    <w:lvl w:ilvl="6" w:tplc="0419000F">
      <w:start w:val="1"/>
      <w:numFmt w:val="decimal"/>
      <w:lvlText w:val="%7."/>
      <w:lvlJc w:val="left"/>
      <w:pPr>
        <w:ind w:left="8792" w:hanging="360"/>
      </w:pPr>
    </w:lvl>
    <w:lvl w:ilvl="7" w:tplc="04190019">
      <w:start w:val="1"/>
      <w:numFmt w:val="lowerLetter"/>
      <w:lvlText w:val="%8."/>
      <w:lvlJc w:val="left"/>
      <w:pPr>
        <w:ind w:left="9512" w:hanging="360"/>
      </w:pPr>
    </w:lvl>
    <w:lvl w:ilvl="8" w:tplc="0419001B">
      <w:start w:val="1"/>
      <w:numFmt w:val="lowerRoman"/>
      <w:lvlText w:val="%9."/>
      <w:lvlJc w:val="right"/>
      <w:pPr>
        <w:ind w:left="10232" w:hanging="180"/>
      </w:pPr>
    </w:lvl>
  </w:abstractNum>
  <w:abstractNum w:abstractNumId="1">
    <w:nsid w:val="282A7B24"/>
    <w:multiLevelType w:val="hybridMultilevel"/>
    <w:tmpl w:val="14D0D0DE"/>
    <w:lvl w:ilvl="0" w:tplc="0419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F670B7"/>
    <w:multiLevelType w:val="hybridMultilevel"/>
    <w:tmpl w:val="0288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98F"/>
    <w:rsid w:val="000103E0"/>
    <w:rsid w:val="00026585"/>
    <w:rsid w:val="00040D1E"/>
    <w:rsid w:val="000437DD"/>
    <w:rsid w:val="00044B05"/>
    <w:rsid w:val="0006432A"/>
    <w:rsid w:val="000664A9"/>
    <w:rsid w:val="000703EE"/>
    <w:rsid w:val="000854D6"/>
    <w:rsid w:val="00085D4D"/>
    <w:rsid w:val="00094163"/>
    <w:rsid w:val="000B1999"/>
    <w:rsid w:val="000B3767"/>
    <w:rsid w:val="000C47FA"/>
    <w:rsid w:val="000D276C"/>
    <w:rsid w:val="000D53C6"/>
    <w:rsid w:val="000E09D2"/>
    <w:rsid w:val="000F0A3E"/>
    <w:rsid w:val="00104649"/>
    <w:rsid w:val="00131249"/>
    <w:rsid w:val="0013455B"/>
    <w:rsid w:val="00134FF0"/>
    <w:rsid w:val="00135227"/>
    <w:rsid w:val="00147561"/>
    <w:rsid w:val="00161A84"/>
    <w:rsid w:val="00162388"/>
    <w:rsid w:val="001721B7"/>
    <w:rsid w:val="001805D8"/>
    <w:rsid w:val="001830FE"/>
    <w:rsid w:val="0019653F"/>
    <w:rsid w:val="001C2903"/>
    <w:rsid w:val="001C2BB4"/>
    <w:rsid w:val="001E221C"/>
    <w:rsid w:val="00201E38"/>
    <w:rsid w:val="002034D1"/>
    <w:rsid w:val="00213E9C"/>
    <w:rsid w:val="00242CB7"/>
    <w:rsid w:val="0025012A"/>
    <w:rsid w:val="0025375B"/>
    <w:rsid w:val="00254E50"/>
    <w:rsid w:val="00266745"/>
    <w:rsid w:val="002826CA"/>
    <w:rsid w:val="0028721E"/>
    <w:rsid w:val="002C7429"/>
    <w:rsid w:val="002D63B8"/>
    <w:rsid w:val="002D7FAE"/>
    <w:rsid w:val="002E4FA5"/>
    <w:rsid w:val="002E71B5"/>
    <w:rsid w:val="002F51CE"/>
    <w:rsid w:val="00300C3C"/>
    <w:rsid w:val="0030186D"/>
    <w:rsid w:val="003178A7"/>
    <w:rsid w:val="00317A11"/>
    <w:rsid w:val="00322F2C"/>
    <w:rsid w:val="00336740"/>
    <w:rsid w:val="00344F29"/>
    <w:rsid w:val="00363347"/>
    <w:rsid w:val="00367155"/>
    <w:rsid w:val="00376533"/>
    <w:rsid w:val="0038239D"/>
    <w:rsid w:val="00387180"/>
    <w:rsid w:val="00393DB0"/>
    <w:rsid w:val="00394C65"/>
    <w:rsid w:val="003A1AC4"/>
    <w:rsid w:val="003A4D57"/>
    <w:rsid w:val="003B0571"/>
    <w:rsid w:val="003C2F85"/>
    <w:rsid w:val="003D0E84"/>
    <w:rsid w:val="003D64F2"/>
    <w:rsid w:val="003E3F5C"/>
    <w:rsid w:val="003E6DAF"/>
    <w:rsid w:val="003E71B4"/>
    <w:rsid w:val="003F0E12"/>
    <w:rsid w:val="003F1F17"/>
    <w:rsid w:val="003F6F85"/>
    <w:rsid w:val="00404088"/>
    <w:rsid w:val="00424EBF"/>
    <w:rsid w:val="004456B5"/>
    <w:rsid w:val="004468E9"/>
    <w:rsid w:val="00453494"/>
    <w:rsid w:val="004849BC"/>
    <w:rsid w:val="00487B0E"/>
    <w:rsid w:val="00491BEB"/>
    <w:rsid w:val="0049259D"/>
    <w:rsid w:val="004A1446"/>
    <w:rsid w:val="004C557A"/>
    <w:rsid w:val="004D154B"/>
    <w:rsid w:val="004D327E"/>
    <w:rsid w:val="004F1BD7"/>
    <w:rsid w:val="005018F3"/>
    <w:rsid w:val="0052600D"/>
    <w:rsid w:val="005330DA"/>
    <w:rsid w:val="005608D1"/>
    <w:rsid w:val="005976F1"/>
    <w:rsid w:val="005A1A2C"/>
    <w:rsid w:val="005A491A"/>
    <w:rsid w:val="005D1FFE"/>
    <w:rsid w:val="005D34F8"/>
    <w:rsid w:val="005D6779"/>
    <w:rsid w:val="005F3B8F"/>
    <w:rsid w:val="00604EC3"/>
    <w:rsid w:val="00605B0B"/>
    <w:rsid w:val="00611DC9"/>
    <w:rsid w:val="00634C73"/>
    <w:rsid w:val="00655D1C"/>
    <w:rsid w:val="00673BCD"/>
    <w:rsid w:val="00681F06"/>
    <w:rsid w:val="00696A45"/>
    <w:rsid w:val="006A585A"/>
    <w:rsid w:val="006B6F12"/>
    <w:rsid w:val="006C6D55"/>
    <w:rsid w:val="006D377C"/>
    <w:rsid w:val="006D7D97"/>
    <w:rsid w:val="006E5602"/>
    <w:rsid w:val="007237BA"/>
    <w:rsid w:val="007351E2"/>
    <w:rsid w:val="00742129"/>
    <w:rsid w:val="007429D4"/>
    <w:rsid w:val="00747884"/>
    <w:rsid w:val="00753294"/>
    <w:rsid w:val="00766D40"/>
    <w:rsid w:val="00776B09"/>
    <w:rsid w:val="007877AA"/>
    <w:rsid w:val="00797224"/>
    <w:rsid w:val="007B0BE1"/>
    <w:rsid w:val="007B1C25"/>
    <w:rsid w:val="007C22B1"/>
    <w:rsid w:val="007C56B7"/>
    <w:rsid w:val="007F243D"/>
    <w:rsid w:val="00833800"/>
    <w:rsid w:val="00835517"/>
    <w:rsid w:val="0084741F"/>
    <w:rsid w:val="0085027A"/>
    <w:rsid w:val="0087146D"/>
    <w:rsid w:val="00876A55"/>
    <w:rsid w:val="00890E99"/>
    <w:rsid w:val="00895896"/>
    <w:rsid w:val="00896457"/>
    <w:rsid w:val="008C18FE"/>
    <w:rsid w:val="00910F80"/>
    <w:rsid w:val="009219B1"/>
    <w:rsid w:val="00942378"/>
    <w:rsid w:val="00950C6B"/>
    <w:rsid w:val="00960A2F"/>
    <w:rsid w:val="00961E61"/>
    <w:rsid w:val="00964F42"/>
    <w:rsid w:val="00983721"/>
    <w:rsid w:val="00990078"/>
    <w:rsid w:val="009A5620"/>
    <w:rsid w:val="009B4192"/>
    <w:rsid w:val="009B5245"/>
    <w:rsid w:val="009D6774"/>
    <w:rsid w:val="009E11AB"/>
    <w:rsid w:val="009E7240"/>
    <w:rsid w:val="00A0041F"/>
    <w:rsid w:val="00A01846"/>
    <w:rsid w:val="00A11F2D"/>
    <w:rsid w:val="00A5298F"/>
    <w:rsid w:val="00A52B9B"/>
    <w:rsid w:val="00A601C3"/>
    <w:rsid w:val="00A73CAE"/>
    <w:rsid w:val="00A83B26"/>
    <w:rsid w:val="00A91C13"/>
    <w:rsid w:val="00A93FF4"/>
    <w:rsid w:val="00AC16EE"/>
    <w:rsid w:val="00AC1DEB"/>
    <w:rsid w:val="00AD5330"/>
    <w:rsid w:val="00AE1AEE"/>
    <w:rsid w:val="00AE685D"/>
    <w:rsid w:val="00AF15E2"/>
    <w:rsid w:val="00B0039B"/>
    <w:rsid w:val="00B05421"/>
    <w:rsid w:val="00B069BA"/>
    <w:rsid w:val="00B12842"/>
    <w:rsid w:val="00B224F4"/>
    <w:rsid w:val="00B31944"/>
    <w:rsid w:val="00B52D21"/>
    <w:rsid w:val="00B57B0D"/>
    <w:rsid w:val="00B630EA"/>
    <w:rsid w:val="00B822F7"/>
    <w:rsid w:val="00B83695"/>
    <w:rsid w:val="00BA322B"/>
    <w:rsid w:val="00BB15DA"/>
    <w:rsid w:val="00BE47C1"/>
    <w:rsid w:val="00BF22B7"/>
    <w:rsid w:val="00BF328D"/>
    <w:rsid w:val="00C134CA"/>
    <w:rsid w:val="00C505FF"/>
    <w:rsid w:val="00C61C97"/>
    <w:rsid w:val="00C64AB0"/>
    <w:rsid w:val="00C654AF"/>
    <w:rsid w:val="00C77923"/>
    <w:rsid w:val="00CA22EE"/>
    <w:rsid w:val="00CA2D5A"/>
    <w:rsid w:val="00CA3297"/>
    <w:rsid w:val="00CB3C4F"/>
    <w:rsid w:val="00CB6D46"/>
    <w:rsid w:val="00CC4461"/>
    <w:rsid w:val="00CD222A"/>
    <w:rsid w:val="00CF35F3"/>
    <w:rsid w:val="00CF4CD4"/>
    <w:rsid w:val="00CF65AD"/>
    <w:rsid w:val="00D11BF9"/>
    <w:rsid w:val="00D168C4"/>
    <w:rsid w:val="00D16FA7"/>
    <w:rsid w:val="00D20F79"/>
    <w:rsid w:val="00D35EFE"/>
    <w:rsid w:val="00D376B2"/>
    <w:rsid w:val="00D40790"/>
    <w:rsid w:val="00D45852"/>
    <w:rsid w:val="00D56EBB"/>
    <w:rsid w:val="00D722E4"/>
    <w:rsid w:val="00D86A52"/>
    <w:rsid w:val="00D87581"/>
    <w:rsid w:val="00D87BD3"/>
    <w:rsid w:val="00DA51B9"/>
    <w:rsid w:val="00DB6327"/>
    <w:rsid w:val="00DD0C60"/>
    <w:rsid w:val="00DD613A"/>
    <w:rsid w:val="00DE423D"/>
    <w:rsid w:val="00E079B1"/>
    <w:rsid w:val="00E07AED"/>
    <w:rsid w:val="00E104CD"/>
    <w:rsid w:val="00E14B5B"/>
    <w:rsid w:val="00E43FD9"/>
    <w:rsid w:val="00E456F2"/>
    <w:rsid w:val="00E51DE1"/>
    <w:rsid w:val="00E56ABF"/>
    <w:rsid w:val="00E61BA3"/>
    <w:rsid w:val="00E62135"/>
    <w:rsid w:val="00E84B04"/>
    <w:rsid w:val="00E85353"/>
    <w:rsid w:val="00EB7FB1"/>
    <w:rsid w:val="00ED1F1C"/>
    <w:rsid w:val="00ED639C"/>
    <w:rsid w:val="00EF2A0F"/>
    <w:rsid w:val="00EF6072"/>
    <w:rsid w:val="00F05E24"/>
    <w:rsid w:val="00F101E7"/>
    <w:rsid w:val="00F1133F"/>
    <w:rsid w:val="00F12E67"/>
    <w:rsid w:val="00F25585"/>
    <w:rsid w:val="00F27BA5"/>
    <w:rsid w:val="00F31837"/>
    <w:rsid w:val="00F33BA9"/>
    <w:rsid w:val="00F35C97"/>
    <w:rsid w:val="00F3792F"/>
    <w:rsid w:val="00F854F9"/>
    <w:rsid w:val="00F95153"/>
    <w:rsid w:val="00FA4B78"/>
    <w:rsid w:val="00FA529A"/>
    <w:rsid w:val="00FB188F"/>
    <w:rsid w:val="00FB50CF"/>
    <w:rsid w:val="00FB6852"/>
    <w:rsid w:val="00FD41E2"/>
    <w:rsid w:val="00FD6145"/>
    <w:rsid w:val="00FF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0F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30FE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30FE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a">
    <w:name w:val="Цветовое выделение"/>
    <w:uiPriority w:val="99"/>
    <w:rsid w:val="001830FE"/>
    <w:rPr>
      <w:b/>
      <w:bCs/>
      <w:color w:val="000080"/>
    </w:rPr>
  </w:style>
  <w:style w:type="character" w:customStyle="1" w:styleId="a0">
    <w:name w:val="Гипертекстовая ссылка"/>
    <w:basedOn w:val="a"/>
    <w:uiPriority w:val="99"/>
    <w:rsid w:val="001830FE"/>
    <w:rPr>
      <w:color w:val="008000"/>
    </w:rPr>
  </w:style>
  <w:style w:type="character" w:styleId="Hyperlink">
    <w:name w:val="Hyperlink"/>
    <w:basedOn w:val="DefaultParagraphFont"/>
    <w:uiPriority w:val="99"/>
    <w:rsid w:val="001830FE"/>
    <w:rPr>
      <w:color w:val="0000FF"/>
      <w:u w:val="single"/>
    </w:rPr>
  </w:style>
  <w:style w:type="paragraph" w:customStyle="1" w:styleId="ConsPlusTitle">
    <w:name w:val="ConsPlusTitle"/>
    <w:uiPriority w:val="99"/>
    <w:rsid w:val="001830F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1830FE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styleId="TableGrid">
    <w:name w:val="Table Grid"/>
    <w:basedOn w:val="TableNormal"/>
    <w:uiPriority w:val="99"/>
    <w:rsid w:val="001830FE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621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2135"/>
    <w:rPr>
      <w:rFonts w:ascii="Tahoma" w:hAnsi="Tahoma" w:cs="Tahoma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9E11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E456F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456F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456F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456F2"/>
    <w:rPr>
      <w:rFonts w:ascii="Arial" w:hAnsi="Arial" w:cs="Arial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E61BA3"/>
    <w:pPr>
      <w:ind w:left="720"/>
    </w:pPr>
  </w:style>
  <w:style w:type="paragraph" w:styleId="NoSpacing">
    <w:name w:val="No Spacing"/>
    <w:uiPriority w:val="99"/>
    <w:qFormat/>
    <w:rsid w:val="0089589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23961475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1157</TotalTime>
  <Pages>7</Pages>
  <Words>2490</Words>
  <Characters>14194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Петрий</dc:creator>
  <cp:keywords/>
  <dc:description/>
  <cp:lastModifiedBy>USER5</cp:lastModifiedBy>
  <cp:revision>103</cp:revision>
  <cp:lastPrinted>2014-12-12T06:32:00Z</cp:lastPrinted>
  <dcterms:created xsi:type="dcterms:W3CDTF">2012-06-12T13:53:00Z</dcterms:created>
  <dcterms:modified xsi:type="dcterms:W3CDTF">2015-01-16T07:14:00Z</dcterms:modified>
</cp:coreProperties>
</file>